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关于征求地方标准《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气气板式热交换器制造技术规范</w:t>
      </w:r>
      <w:r>
        <w:rPr>
          <w:rFonts w:hint="eastAsia" w:asciiTheme="minorEastAsia" w:hAnsiTheme="minorEastAsia"/>
          <w:b/>
          <w:sz w:val="36"/>
          <w:szCs w:val="36"/>
        </w:rPr>
        <w:t>》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（征求意见稿）意见的通知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各有关单位：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根据《湖南省市场监督管理局关于下达2022年第一批地方标准制修订项目计划的通知》（湘市监标函〔2022〕4号）的要求，由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湖南力和海得热能技术有限公司</w:t>
      </w:r>
      <w:r>
        <w:rPr>
          <w:rFonts w:hint="eastAsia" w:ascii="宋体" w:hAnsi="宋体" w:eastAsia="宋体" w:cs="宋体"/>
          <w:sz w:val="28"/>
          <w:szCs w:val="28"/>
        </w:rPr>
        <w:t>牵头制定的湖南省地方标准《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气气板式热交换器制造技术规范</w:t>
      </w:r>
      <w:r>
        <w:rPr>
          <w:rFonts w:hint="eastAsia" w:ascii="宋体" w:hAnsi="宋体" w:eastAsia="宋体" w:cs="宋体"/>
          <w:sz w:val="28"/>
          <w:szCs w:val="28"/>
        </w:rPr>
        <w:t>》已完成征求意见稿。按照《地方标准管理办法》的规定，现面向社会公开征求意见，欢迎有关单位、专家提出宝贵意见，并填写《征求意见反馈表》。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请于2022年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sz w:val="28"/>
          <w:szCs w:val="28"/>
        </w:rPr>
        <w:t>日前将意见反馈至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湖南力和海得热能技术有限公司</w:t>
      </w:r>
      <w:r>
        <w:rPr>
          <w:rFonts w:hint="eastAsia" w:ascii="宋体" w:hAnsi="宋体" w:eastAsia="宋体" w:cs="宋体"/>
          <w:sz w:val="28"/>
          <w:szCs w:val="28"/>
        </w:rPr>
        <w:t>。感谢您的参与和支持。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联系地址：湖南省湘潭市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韶山市高新技术开发区莲花中路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联系人：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高文涛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17711621877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电子邮箱：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810199477@163.com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wNTA3NmNiYTg2ZTNlNjgzYjYwNjYzODA0ZjRlMDEifQ=="/>
  </w:docVars>
  <w:rsids>
    <w:rsidRoot w:val="00C94138"/>
    <w:rsid w:val="002A71E3"/>
    <w:rsid w:val="00501BDF"/>
    <w:rsid w:val="00590BC9"/>
    <w:rsid w:val="005F2D64"/>
    <w:rsid w:val="00625379"/>
    <w:rsid w:val="007A4C03"/>
    <w:rsid w:val="0088533E"/>
    <w:rsid w:val="00A35773"/>
    <w:rsid w:val="00C94138"/>
    <w:rsid w:val="00C96A36"/>
    <w:rsid w:val="00E46E95"/>
    <w:rsid w:val="00EB1744"/>
    <w:rsid w:val="06F20713"/>
    <w:rsid w:val="26DC4FFC"/>
    <w:rsid w:val="2DDD3C7D"/>
    <w:rsid w:val="3E013A75"/>
    <w:rsid w:val="62A5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288</Words>
  <Characters>324</Characters>
  <Lines>2</Lines>
  <Paragraphs>1</Paragraphs>
  <TotalTime>45</TotalTime>
  <ScaleCrop>false</ScaleCrop>
  <LinksUpToDate>false</LinksUpToDate>
  <CharactersWithSpaces>324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2022-03-28T07:14:00Z</dcterms:created>
  <dc:creator>China</dc:creator>
  <cp:lastModifiedBy>力和海得</cp:lastModifiedBy>
  <dcterms:modified xsi:type="dcterms:W3CDTF">2022-08-18T03:22:39Z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B9356347CF2F4D2DBBEDB381C5A1B47E</vt:lpwstr>
  </property>
</Properties>
</file>