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EDBC5" w14:textId="77777777" w:rsidR="00932B22" w:rsidRDefault="00EB4B68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14:paraId="1F41FB5F" w14:textId="77777777" w:rsidR="00932B22" w:rsidRDefault="00EB4B6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41552714" w14:textId="24620632" w:rsidR="00932B22" w:rsidRDefault="00EB4B68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标准名称：《</w:t>
      </w:r>
      <w:r w:rsidR="00EE6348" w:rsidRPr="00EE6348">
        <w:rPr>
          <w:rFonts w:ascii="宋体" w:hAnsi="宋体" w:cs="宋体" w:hint="eastAsia"/>
          <w:szCs w:val="21"/>
        </w:rPr>
        <w:t>少儿舞蹈教师（校外）专业能力评价规范</w:t>
      </w:r>
      <w:r>
        <w:rPr>
          <w:rFonts w:ascii="宋体" w:hAnsi="宋体" w:cs="宋体" w:hint="eastAsia"/>
          <w:szCs w:val="21"/>
        </w:rPr>
        <w:t>》</w:t>
      </w:r>
      <w:r>
        <w:rPr>
          <w:rFonts w:ascii="宋体" w:hAnsi="宋体" w:cs="宋体" w:hint="eastAsia"/>
          <w:szCs w:val="21"/>
        </w:rPr>
        <w:t xml:space="preserve"> </w:t>
      </w:r>
    </w:p>
    <w:p w14:paraId="7AC9139D" w14:textId="2FADA5DE" w:rsidR="00932B22" w:rsidRDefault="00EB4B68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负责起草单位：湖南</w:t>
      </w:r>
      <w:r w:rsidR="00EE6348">
        <w:rPr>
          <w:rFonts w:ascii="宋体" w:hAnsi="宋体" w:cs="宋体" w:hint="eastAsia"/>
          <w:szCs w:val="21"/>
        </w:rPr>
        <w:t>省教育学会</w:t>
      </w:r>
    </w:p>
    <w:p w14:paraId="0F0256B7" w14:textId="0D28CD60" w:rsidR="00932B22" w:rsidRDefault="00EB4B68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联系人：</w:t>
      </w:r>
      <w:r w:rsidR="00EE6348">
        <w:rPr>
          <w:rFonts w:ascii="宋体" w:hAnsi="宋体" w:cs="宋体" w:hint="eastAsia"/>
          <w:szCs w:val="21"/>
        </w:rPr>
        <w:t>喻志慧</w:t>
      </w:r>
    </w:p>
    <w:p w14:paraId="67C55483" w14:textId="11ED49C1" w:rsidR="00932B22" w:rsidRDefault="00EB4B68">
      <w:pPr>
        <w:rPr>
          <w:rFonts w:ascii="宋体" w:hAnsi="宋体" w:cs="宋体"/>
          <w:bCs/>
          <w:spacing w:val="100"/>
          <w:szCs w:val="21"/>
        </w:rPr>
      </w:pPr>
      <w:r>
        <w:rPr>
          <w:rFonts w:ascii="宋体" w:hAnsi="宋体" w:cs="宋体" w:hint="eastAsia"/>
          <w:szCs w:val="21"/>
        </w:rPr>
        <w:t>电话：</w:t>
      </w:r>
      <w:r w:rsidR="00EE6348">
        <w:rPr>
          <w:rFonts w:ascii="宋体" w:hAnsi="宋体" w:cs="宋体" w:hint="eastAsia"/>
          <w:szCs w:val="21"/>
        </w:rPr>
        <w:t>15973123934</w:t>
      </w:r>
      <w:r>
        <w:rPr>
          <w:rFonts w:ascii="宋体" w:hAnsi="宋体" w:cs="宋体" w:hint="eastAsia"/>
          <w:szCs w:val="21"/>
        </w:rPr>
        <w:t xml:space="preserve">             E-mail</w:t>
      </w:r>
      <w:r>
        <w:rPr>
          <w:rFonts w:ascii="宋体" w:hAnsi="宋体" w:cs="宋体" w:hint="eastAsia"/>
          <w:szCs w:val="21"/>
        </w:rPr>
        <w:t>：</w:t>
      </w:r>
      <w:r w:rsidR="00EE6348">
        <w:rPr>
          <w:rFonts w:ascii="宋体" w:hAnsi="宋体" w:cs="宋体" w:hint="eastAsia"/>
          <w:szCs w:val="21"/>
        </w:rPr>
        <w:t>554622952@qq</w:t>
      </w:r>
      <w:r>
        <w:rPr>
          <w:rFonts w:ascii="宋体" w:hAnsi="宋体" w:cs="宋体" w:hint="eastAsia"/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932B22" w14:paraId="4F44EE9C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84821F9" w14:textId="77777777" w:rsidR="00932B22" w:rsidRDefault="00EB4B68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224C1504" w14:textId="77777777" w:rsidR="00932B22" w:rsidRDefault="00EB4B68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5BCEFFD6" w14:textId="77777777" w:rsidR="00932B22" w:rsidRDefault="00EB4B68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2F39963A" w14:textId="77777777" w:rsidR="00932B22" w:rsidRDefault="00EB4B68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932B22" w14:paraId="65F8948D" w14:textId="77777777">
        <w:trPr>
          <w:cantSplit/>
          <w:trHeight w:val="1434"/>
        </w:trPr>
        <w:tc>
          <w:tcPr>
            <w:tcW w:w="720" w:type="dxa"/>
          </w:tcPr>
          <w:p w14:paraId="2282B1B6" w14:textId="77777777" w:rsidR="00932B22" w:rsidRDefault="00932B22">
            <w:pPr>
              <w:jc w:val="left"/>
            </w:pPr>
          </w:p>
        </w:tc>
        <w:tc>
          <w:tcPr>
            <w:tcW w:w="1980" w:type="dxa"/>
          </w:tcPr>
          <w:p w14:paraId="0AE86132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</w:tcPr>
          <w:p w14:paraId="0FE578FC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</w:tcPr>
          <w:p w14:paraId="715F0966" w14:textId="77777777" w:rsidR="00932B22" w:rsidRDefault="00932B22">
            <w:pPr>
              <w:spacing w:line="360" w:lineRule="auto"/>
            </w:pPr>
          </w:p>
        </w:tc>
      </w:tr>
      <w:tr w:rsidR="00932B22" w14:paraId="07FAEB9F" w14:textId="77777777">
        <w:trPr>
          <w:cantSplit/>
          <w:trHeight w:val="1434"/>
        </w:trPr>
        <w:tc>
          <w:tcPr>
            <w:tcW w:w="720" w:type="dxa"/>
          </w:tcPr>
          <w:p w14:paraId="0C67C0DD" w14:textId="77777777" w:rsidR="00932B22" w:rsidRDefault="00932B22">
            <w:pPr>
              <w:jc w:val="left"/>
            </w:pPr>
          </w:p>
        </w:tc>
        <w:tc>
          <w:tcPr>
            <w:tcW w:w="1980" w:type="dxa"/>
          </w:tcPr>
          <w:p w14:paraId="035E9762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</w:tcPr>
          <w:p w14:paraId="5EE24DD0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</w:tcPr>
          <w:p w14:paraId="2ACFFBC8" w14:textId="77777777" w:rsidR="00932B22" w:rsidRDefault="00932B22">
            <w:pPr>
              <w:spacing w:line="360" w:lineRule="auto"/>
            </w:pPr>
          </w:p>
        </w:tc>
      </w:tr>
      <w:tr w:rsidR="00932B22" w14:paraId="44834AE6" w14:textId="77777777">
        <w:trPr>
          <w:cantSplit/>
          <w:trHeight w:val="1434"/>
        </w:trPr>
        <w:tc>
          <w:tcPr>
            <w:tcW w:w="720" w:type="dxa"/>
          </w:tcPr>
          <w:p w14:paraId="402DDC92" w14:textId="77777777" w:rsidR="00932B22" w:rsidRDefault="00932B22">
            <w:pPr>
              <w:jc w:val="left"/>
            </w:pPr>
          </w:p>
        </w:tc>
        <w:tc>
          <w:tcPr>
            <w:tcW w:w="1980" w:type="dxa"/>
          </w:tcPr>
          <w:p w14:paraId="3A73B484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</w:tcPr>
          <w:p w14:paraId="03E0FFE0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</w:tcPr>
          <w:p w14:paraId="69C4F8A2" w14:textId="77777777" w:rsidR="00932B22" w:rsidRDefault="00932B22">
            <w:pPr>
              <w:spacing w:line="360" w:lineRule="auto"/>
            </w:pPr>
          </w:p>
        </w:tc>
      </w:tr>
      <w:tr w:rsidR="00932B22" w14:paraId="5ADBCF01" w14:textId="77777777">
        <w:trPr>
          <w:cantSplit/>
          <w:trHeight w:val="1434"/>
        </w:trPr>
        <w:tc>
          <w:tcPr>
            <w:tcW w:w="720" w:type="dxa"/>
          </w:tcPr>
          <w:p w14:paraId="7BDD308B" w14:textId="77777777" w:rsidR="00932B22" w:rsidRDefault="00932B22">
            <w:pPr>
              <w:jc w:val="left"/>
            </w:pPr>
          </w:p>
        </w:tc>
        <w:tc>
          <w:tcPr>
            <w:tcW w:w="1980" w:type="dxa"/>
          </w:tcPr>
          <w:p w14:paraId="6F9C4046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</w:tcPr>
          <w:p w14:paraId="585AC054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</w:tcPr>
          <w:p w14:paraId="2C913CF2" w14:textId="77777777" w:rsidR="00932B22" w:rsidRDefault="00932B22">
            <w:pPr>
              <w:spacing w:line="360" w:lineRule="auto"/>
            </w:pPr>
          </w:p>
        </w:tc>
      </w:tr>
      <w:tr w:rsidR="00932B22" w14:paraId="40D51ED8" w14:textId="77777777">
        <w:trPr>
          <w:cantSplit/>
          <w:trHeight w:val="1434"/>
        </w:trPr>
        <w:tc>
          <w:tcPr>
            <w:tcW w:w="720" w:type="dxa"/>
          </w:tcPr>
          <w:p w14:paraId="3DA130F4" w14:textId="77777777" w:rsidR="00932B22" w:rsidRDefault="00932B22">
            <w:pPr>
              <w:jc w:val="left"/>
            </w:pPr>
          </w:p>
          <w:p w14:paraId="6BDFE771" w14:textId="77777777" w:rsidR="00932B22" w:rsidRDefault="00932B22">
            <w:pPr>
              <w:jc w:val="left"/>
            </w:pPr>
          </w:p>
        </w:tc>
        <w:tc>
          <w:tcPr>
            <w:tcW w:w="1980" w:type="dxa"/>
          </w:tcPr>
          <w:p w14:paraId="07BEBBFC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</w:tcPr>
          <w:p w14:paraId="3B3E759C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</w:tcPr>
          <w:p w14:paraId="6632AAF3" w14:textId="77777777" w:rsidR="00932B22" w:rsidRDefault="00932B22">
            <w:pPr>
              <w:spacing w:line="360" w:lineRule="auto"/>
            </w:pPr>
          </w:p>
        </w:tc>
      </w:tr>
      <w:tr w:rsidR="00932B22" w14:paraId="6D46E5E7" w14:textId="77777777">
        <w:trPr>
          <w:cantSplit/>
          <w:trHeight w:val="1434"/>
        </w:trPr>
        <w:tc>
          <w:tcPr>
            <w:tcW w:w="720" w:type="dxa"/>
            <w:tcBorders>
              <w:bottom w:val="single" w:sz="12" w:space="0" w:color="auto"/>
            </w:tcBorders>
          </w:tcPr>
          <w:p w14:paraId="4B0D13E4" w14:textId="77777777" w:rsidR="00932B22" w:rsidRDefault="00932B22">
            <w:pPr>
              <w:jc w:val="left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4FC10059" w14:textId="77777777" w:rsidR="00932B22" w:rsidRDefault="00932B22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3A372D1A" w14:textId="77777777" w:rsidR="00932B22" w:rsidRDefault="00932B22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1C9FEF5" w14:textId="77777777" w:rsidR="00932B22" w:rsidRDefault="00932B22">
            <w:pPr>
              <w:spacing w:line="360" w:lineRule="auto"/>
            </w:pPr>
          </w:p>
        </w:tc>
      </w:tr>
    </w:tbl>
    <w:p w14:paraId="53EEB425" w14:textId="77777777" w:rsidR="00932B22" w:rsidRDefault="00EB4B68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0781D892" w14:textId="774756F8" w:rsidR="00932B22" w:rsidRDefault="00EB4B68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（表格不够，请复印，请于</w:t>
      </w:r>
      <w:r w:rsidR="00E04B31">
        <w:t>8</w:t>
      </w:r>
      <w:r>
        <w:rPr>
          <w:rFonts w:hint="eastAsia"/>
        </w:rPr>
        <w:t>月</w:t>
      </w:r>
      <w:bookmarkStart w:id="0" w:name="_GoBack"/>
      <w:r w:rsidR="00E04B31">
        <w:t>1</w:t>
      </w:r>
      <w:r>
        <w:rPr>
          <w:rFonts w:hint="eastAsia"/>
        </w:rPr>
        <w:t>5</w:t>
      </w:r>
      <w:bookmarkEnd w:id="0"/>
      <w:r>
        <w:rPr>
          <w:rFonts w:hint="eastAsia"/>
        </w:rPr>
        <w:t>日前反馈）</w:t>
      </w:r>
    </w:p>
    <w:sectPr w:rsidR="00932B22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9EFC3" w14:textId="77777777" w:rsidR="00EB4B68" w:rsidRDefault="00EB4B68">
      <w:r>
        <w:separator/>
      </w:r>
    </w:p>
  </w:endnote>
  <w:endnote w:type="continuationSeparator" w:id="0">
    <w:p w14:paraId="69B6D794" w14:textId="77777777" w:rsidR="00EB4B68" w:rsidRDefault="00EB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00546" w14:textId="77777777" w:rsidR="00932B22" w:rsidRDefault="00EB4B68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EE6348" w:rsidRPr="00EE6348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1FB71B4F" w14:textId="77777777" w:rsidR="00932B22" w:rsidRDefault="00932B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5CAAF" w14:textId="77777777" w:rsidR="00EB4B68" w:rsidRDefault="00EB4B68">
      <w:r>
        <w:separator/>
      </w:r>
    </w:p>
  </w:footnote>
  <w:footnote w:type="continuationSeparator" w:id="0">
    <w:p w14:paraId="3CD963CB" w14:textId="77777777" w:rsidR="00EB4B68" w:rsidRDefault="00EB4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N2E1NTBmNWIxZTNjYTcxMmU3YTE5M2M3ZTcxMTAifQ=="/>
  </w:docVars>
  <w:rsids>
    <w:rsidRoot w:val="00B07984"/>
    <w:rsid w:val="ACFAC643"/>
    <w:rsid w:val="00043F9F"/>
    <w:rsid w:val="00123797"/>
    <w:rsid w:val="00186E72"/>
    <w:rsid w:val="001D530F"/>
    <w:rsid w:val="00206C96"/>
    <w:rsid w:val="0039475C"/>
    <w:rsid w:val="003C00C1"/>
    <w:rsid w:val="00426391"/>
    <w:rsid w:val="004944DB"/>
    <w:rsid w:val="004B576F"/>
    <w:rsid w:val="004D3012"/>
    <w:rsid w:val="00505099"/>
    <w:rsid w:val="005360DD"/>
    <w:rsid w:val="00540BBF"/>
    <w:rsid w:val="00546C51"/>
    <w:rsid w:val="0066414A"/>
    <w:rsid w:val="006F5BEA"/>
    <w:rsid w:val="007474B2"/>
    <w:rsid w:val="007808EE"/>
    <w:rsid w:val="007B3CF1"/>
    <w:rsid w:val="008773E4"/>
    <w:rsid w:val="00932B22"/>
    <w:rsid w:val="009A3FBC"/>
    <w:rsid w:val="009A6B97"/>
    <w:rsid w:val="00B07984"/>
    <w:rsid w:val="00D84BF9"/>
    <w:rsid w:val="00DB3982"/>
    <w:rsid w:val="00DD1204"/>
    <w:rsid w:val="00E04B31"/>
    <w:rsid w:val="00EB4B68"/>
    <w:rsid w:val="00EE3ADA"/>
    <w:rsid w:val="00EE6348"/>
    <w:rsid w:val="00F0025F"/>
    <w:rsid w:val="00FB14BF"/>
    <w:rsid w:val="06DC22E6"/>
    <w:rsid w:val="0AC44BBE"/>
    <w:rsid w:val="21B07B52"/>
    <w:rsid w:val="3C623B84"/>
    <w:rsid w:val="40EF24E4"/>
    <w:rsid w:val="4FE56CCD"/>
    <w:rsid w:val="5F67697A"/>
    <w:rsid w:val="79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E6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>GSJ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PC</cp:lastModifiedBy>
  <cp:revision>10</cp:revision>
  <dcterms:created xsi:type="dcterms:W3CDTF">2020-06-04T02:26:00Z</dcterms:created>
  <dcterms:modified xsi:type="dcterms:W3CDTF">2022-07-13T09:58:00Z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84ECC23DFB504B2F883EE6684768DBB9</vt:lpwstr>
  </property>
</Properties>
</file>